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7137ED13"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FB6A70">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5BE577F" w:rsidR="00F1480E" w:rsidRPr="000754EC" w:rsidRDefault="00E933B0" w:rsidP="000754EC">
            <w:pPr>
              <w:pStyle w:val="SIUNITCODE"/>
            </w:pPr>
            <w:r>
              <w:t>AHC</w:t>
            </w:r>
            <w:r w:rsidR="00AB51ED">
              <w:t>BAC</w:t>
            </w:r>
            <w:r w:rsidR="00FA1EC5">
              <w:t>40</w:t>
            </w:r>
            <w:r w:rsidR="008B60A4">
              <w:t>8</w:t>
            </w:r>
          </w:p>
        </w:tc>
        <w:tc>
          <w:tcPr>
            <w:tcW w:w="3604" w:type="pct"/>
            <w:shd w:val="clear" w:color="auto" w:fill="auto"/>
          </w:tcPr>
          <w:p w14:paraId="68240ED7" w14:textId="567F8828" w:rsidR="00F1480E" w:rsidRPr="000754EC" w:rsidRDefault="008B60A4" w:rsidP="000754EC">
            <w:pPr>
              <w:pStyle w:val="SIUnittitle"/>
            </w:pPr>
            <w:r w:rsidRPr="008B60A4">
              <w:t>Manage agricultural crop production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572E722D" w14:textId="66CC8795" w:rsidR="008B60A4" w:rsidRPr="008B60A4" w:rsidRDefault="008B60A4" w:rsidP="008B60A4">
            <w:pPr>
              <w:pStyle w:val="SIText"/>
            </w:pPr>
            <w:r w:rsidRPr="008B60A4">
              <w:t xml:space="preserve">This unit of competency describes the skills and knowledge required to </w:t>
            </w:r>
            <w:r w:rsidR="00BF6248">
              <w:t xml:space="preserve">determine crop requirements, implement a crop growing and maintenance </w:t>
            </w:r>
            <w:r w:rsidR="00576221">
              <w:t>program and harvest an a</w:t>
            </w:r>
            <w:r w:rsidRPr="008B60A4">
              <w:t>gricultural crop.</w:t>
            </w:r>
          </w:p>
          <w:p w14:paraId="2BDEFB98" w14:textId="77777777" w:rsidR="008B60A4" w:rsidRPr="008B60A4" w:rsidRDefault="008B60A4" w:rsidP="008B60A4">
            <w:pPr>
              <w:pStyle w:val="SIText"/>
            </w:pPr>
          </w:p>
          <w:p w14:paraId="569234B1" w14:textId="35EBA686" w:rsidR="008B60A4" w:rsidRPr="008B60A4" w:rsidRDefault="00F31019" w:rsidP="008B60A4">
            <w:pPr>
              <w:pStyle w:val="SIText"/>
            </w:pPr>
            <w:r>
              <w:t>The unit applies to individuals</w:t>
            </w:r>
            <w:r w:rsidR="008B60A4" w:rsidRPr="008B60A4">
              <w:t xml:space="preserve"> who demonstrate deep knowledge in a specific technical area, take personal responsibility and exercise autonomy in undertaking complex work. They organise the work of self and others and analyse, design and communicate solutions to sometimes complex problems.</w:t>
            </w:r>
          </w:p>
          <w:p w14:paraId="41FC5F6A" w14:textId="77777777" w:rsidR="008B60A4" w:rsidRPr="008B60A4" w:rsidRDefault="008B60A4" w:rsidP="008B60A4">
            <w:pPr>
              <w:pStyle w:val="SIText"/>
            </w:pPr>
          </w:p>
          <w:p w14:paraId="034C6C33" w14:textId="019A1C07" w:rsidR="00373436" w:rsidRPr="000754EC" w:rsidRDefault="00CD5A2E" w:rsidP="008B60A4">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95010B9"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B60A4" w:rsidRPr="00963A46" w14:paraId="2F5B2555" w14:textId="77777777" w:rsidTr="00CA2922">
        <w:trPr>
          <w:cantSplit/>
        </w:trPr>
        <w:tc>
          <w:tcPr>
            <w:tcW w:w="1396" w:type="pct"/>
            <w:shd w:val="clear" w:color="auto" w:fill="auto"/>
          </w:tcPr>
          <w:p w14:paraId="06314A52" w14:textId="4F995D1A" w:rsidR="008B60A4" w:rsidRPr="008B60A4" w:rsidRDefault="008B60A4" w:rsidP="008B60A4">
            <w:pPr>
              <w:pStyle w:val="SIText"/>
            </w:pPr>
            <w:r w:rsidRPr="008B60A4">
              <w:t>1. Determine requirements for an agricultural crop establishment program</w:t>
            </w:r>
          </w:p>
        </w:tc>
        <w:tc>
          <w:tcPr>
            <w:tcW w:w="3604" w:type="pct"/>
            <w:shd w:val="clear" w:color="auto" w:fill="auto"/>
          </w:tcPr>
          <w:p w14:paraId="49959B51" w14:textId="1031F7DC" w:rsidR="008B60A4" w:rsidRPr="008B60A4" w:rsidRDefault="008B60A4" w:rsidP="008B60A4">
            <w:r w:rsidRPr="008B60A4">
              <w:t>1.1 Select plant varieties best suited to soil, climate, seasonal conditions and marketing goals</w:t>
            </w:r>
          </w:p>
          <w:p w14:paraId="0B744959" w14:textId="1CF8E841" w:rsidR="008B60A4" w:rsidRDefault="008B60A4" w:rsidP="008B60A4">
            <w:r w:rsidRPr="008B60A4">
              <w:t xml:space="preserve">1.2 Determine irrigation schedules for soil and crop type </w:t>
            </w:r>
            <w:r w:rsidR="00A32D57">
              <w:t>from</w:t>
            </w:r>
            <w:r w:rsidRPr="008B60A4">
              <w:t xml:space="preserve"> water </w:t>
            </w:r>
            <w:r w:rsidR="00A32D57" w:rsidRPr="008B60A4">
              <w:t>assessed</w:t>
            </w:r>
            <w:r w:rsidRPr="008B60A4">
              <w:t>, rainfall and evapo-transpiration data</w:t>
            </w:r>
          </w:p>
          <w:p w14:paraId="4423545D" w14:textId="1908DD06" w:rsidR="00A32D57" w:rsidRPr="008B60A4" w:rsidRDefault="00C358EB" w:rsidP="008B60A4">
            <w:r>
              <w:t>1.3</w:t>
            </w:r>
            <w:r w:rsidR="00A32D57" w:rsidRPr="008B60A4">
              <w:t xml:space="preserve"> Determine crop nutrient requirements </w:t>
            </w:r>
            <w:r w:rsidR="00A32D57">
              <w:t xml:space="preserve">to </w:t>
            </w:r>
            <w:r w:rsidR="00A32D57" w:rsidRPr="008B60A4">
              <w:t>achieve</w:t>
            </w:r>
            <w:r w:rsidR="00A32D57">
              <w:t xml:space="preserve"> required</w:t>
            </w:r>
            <w:r w:rsidR="00A32D57" w:rsidRPr="008B60A4">
              <w:t xml:space="preserve"> yield</w:t>
            </w:r>
            <w:r w:rsidR="00A32D57" w:rsidRPr="00A32D57">
              <w:t xml:space="preserve"> </w:t>
            </w:r>
            <w:r w:rsidR="00A32D57">
              <w:t>according to environmental procedures</w:t>
            </w:r>
          </w:p>
          <w:p w14:paraId="072E836C" w14:textId="1E3DFD3C" w:rsidR="008B60A4" w:rsidRPr="008B60A4" w:rsidRDefault="008B60A4" w:rsidP="008B60A4">
            <w:r w:rsidRPr="008B60A4">
              <w:t>1.</w:t>
            </w:r>
            <w:r w:rsidR="00C358EB">
              <w:t>4</w:t>
            </w:r>
            <w:r w:rsidRPr="008B60A4">
              <w:t xml:space="preserve"> </w:t>
            </w:r>
            <w:r w:rsidR="00A32D57">
              <w:t>D</w:t>
            </w:r>
            <w:r w:rsidR="00A32D57" w:rsidRPr="008B60A4">
              <w:t>etermine fertiliser program</w:t>
            </w:r>
            <w:r w:rsidR="00A32D57" w:rsidRPr="00A32D57">
              <w:t xml:space="preserve"> </w:t>
            </w:r>
            <w:r w:rsidR="00A32D57">
              <w:t>from crop</w:t>
            </w:r>
            <w:r w:rsidR="00A32D57" w:rsidRPr="00A32D57">
              <w:t xml:space="preserve"> </w:t>
            </w:r>
            <w:r w:rsidRPr="008B60A4">
              <w:t xml:space="preserve">nutrient requirements </w:t>
            </w:r>
          </w:p>
          <w:p w14:paraId="1E748088" w14:textId="4B289BB2" w:rsidR="008B60A4" w:rsidRPr="008B60A4" w:rsidRDefault="008B60A4" w:rsidP="008B60A4">
            <w:r w:rsidRPr="008B60A4">
              <w:t>1.</w:t>
            </w:r>
            <w:r w:rsidR="00C358EB">
              <w:t>5</w:t>
            </w:r>
            <w:r w:rsidRPr="008B60A4">
              <w:t xml:space="preserve"> Assess technology to ensure most efficient performance of operations</w:t>
            </w:r>
          </w:p>
          <w:p w14:paraId="7673A104" w14:textId="7A0F37C1" w:rsidR="008B60A4" w:rsidRPr="008B60A4" w:rsidRDefault="008B60A4" w:rsidP="008B60A4">
            <w:r w:rsidRPr="008B60A4">
              <w:t>1.</w:t>
            </w:r>
            <w:r w:rsidR="00C358EB">
              <w:t>6</w:t>
            </w:r>
            <w:r w:rsidRPr="008B60A4">
              <w:t xml:space="preserve"> Identify and maintain budgetary </w:t>
            </w:r>
            <w:r w:rsidR="00A32D57">
              <w:t>requirements</w:t>
            </w:r>
          </w:p>
          <w:p w14:paraId="4CF51ED2" w14:textId="446C06E7" w:rsidR="008B60A4" w:rsidRPr="008B60A4" w:rsidRDefault="008B60A4" w:rsidP="008B60A4">
            <w:r w:rsidRPr="008B60A4">
              <w:t>1.</w:t>
            </w:r>
            <w:r w:rsidR="00C358EB">
              <w:t>7</w:t>
            </w:r>
            <w:r w:rsidRPr="008B60A4">
              <w:t xml:space="preserve"> Develop a crop establishment program </w:t>
            </w:r>
            <w:r w:rsidR="00A32D57">
              <w:t>according</w:t>
            </w:r>
            <w:r w:rsidR="00A32D57" w:rsidRPr="008B60A4">
              <w:t xml:space="preserve"> </w:t>
            </w:r>
            <w:r w:rsidRPr="008B60A4">
              <w:t>to crop production plan</w:t>
            </w:r>
          </w:p>
          <w:p w14:paraId="1696B99B" w14:textId="7A5694E3" w:rsidR="008B60A4" w:rsidRPr="008B60A4" w:rsidRDefault="008B60A4" w:rsidP="008B60A4">
            <w:r w:rsidRPr="008B60A4">
              <w:t>1.</w:t>
            </w:r>
            <w:r w:rsidR="00C358EB">
              <w:t>8</w:t>
            </w:r>
            <w:r w:rsidRPr="008B60A4">
              <w:t xml:space="preserve"> </w:t>
            </w:r>
            <w:r w:rsidR="00A32D57" w:rsidRPr="00A32D57">
              <w:t>Identify health and safety hazards, assess risk and develop and implement controls procedures</w:t>
            </w:r>
          </w:p>
        </w:tc>
      </w:tr>
      <w:tr w:rsidR="008B60A4" w:rsidRPr="00963A46" w14:paraId="6D79A7FA" w14:textId="77777777" w:rsidTr="00CA2922">
        <w:trPr>
          <w:cantSplit/>
        </w:trPr>
        <w:tc>
          <w:tcPr>
            <w:tcW w:w="1396" w:type="pct"/>
            <w:shd w:val="clear" w:color="auto" w:fill="auto"/>
          </w:tcPr>
          <w:p w14:paraId="56B4064B" w14:textId="575074DC" w:rsidR="008B60A4" w:rsidRPr="008B60A4" w:rsidRDefault="008B60A4" w:rsidP="008B60A4">
            <w:pPr>
              <w:pStyle w:val="SIText"/>
            </w:pPr>
            <w:r w:rsidRPr="008B60A4">
              <w:t>2. Implement crop maintenance</w:t>
            </w:r>
          </w:p>
        </w:tc>
        <w:tc>
          <w:tcPr>
            <w:tcW w:w="3604" w:type="pct"/>
            <w:shd w:val="clear" w:color="auto" w:fill="auto"/>
          </w:tcPr>
          <w:p w14:paraId="44A01322" w14:textId="669ABFF9" w:rsidR="008B60A4" w:rsidRPr="008B60A4" w:rsidRDefault="008B60A4" w:rsidP="008B60A4">
            <w:r w:rsidRPr="008B60A4">
              <w:t>2.1 Implement strategic grazing to reduce or eradicate weed infestation</w:t>
            </w:r>
          </w:p>
          <w:p w14:paraId="4C0AD8D1" w14:textId="0D89D58A" w:rsidR="008B60A4" w:rsidRPr="008B60A4" w:rsidRDefault="008B60A4" w:rsidP="008B60A4">
            <w:r w:rsidRPr="008B60A4">
              <w:t xml:space="preserve">2.2 </w:t>
            </w:r>
            <w:r w:rsidR="00A32D57">
              <w:t>Apply</w:t>
            </w:r>
            <w:r w:rsidR="00A32D57" w:rsidRPr="008B60A4">
              <w:t xml:space="preserve"> </w:t>
            </w:r>
            <w:r w:rsidRPr="008B60A4">
              <w:t>fertiliser</w:t>
            </w:r>
            <w:r w:rsidR="00A32D57">
              <w:t>s</w:t>
            </w:r>
            <w:r w:rsidRPr="008B60A4">
              <w:t xml:space="preserve"> </w:t>
            </w:r>
            <w:r w:rsidR="00A32D57">
              <w:t xml:space="preserve">at </w:t>
            </w:r>
            <w:r w:rsidRPr="008B60A4">
              <w:t xml:space="preserve">rates </w:t>
            </w:r>
            <w:r w:rsidR="00A32D57">
              <w:t>specified in fertiliser program</w:t>
            </w:r>
          </w:p>
          <w:p w14:paraId="65E12FE4" w14:textId="0FFFCBA1" w:rsidR="008B60A4" w:rsidRPr="008B60A4" w:rsidRDefault="008B60A4" w:rsidP="008B60A4">
            <w:r w:rsidRPr="008B60A4">
              <w:t>2.</w:t>
            </w:r>
            <w:r w:rsidR="00C358EB">
              <w:t>3</w:t>
            </w:r>
            <w:r w:rsidRPr="008B60A4">
              <w:t xml:space="preserve"> Monitor soil moisture and </w:t>
            </w:r>
            <w:r w:rsidR="00C358EB">
              <w:t>implement</w:t>
            </w:r>
            <w:r w:rsidR="00C358EB" w:rsidRPr="008B60A4">
              <w:t xml:space="preserve"> </w:t>
            </w:r>
            <w:r w:rsidRPr="008B60A4">
              <w:t>watering schedule</w:t>
            </w:r>
          </w:p>
          <w:p w14:paraId="6BB72E57" w14:textId="4F5FDF75" w:rsidR="008B60A4" w:rsidRPr="008B60A4" w:rsidRDefault="008B60A4" w:rsidP="00121B58">
            <w:pPr>
              <w:pStyle w:val="SIText"/>
            </w:pPr>
            <w:r w:rsidRPr="008B60A4">
              <w:t>2.</w:t>
            </w:r>
            <w:r w:rsidR="00C358EB">
              <w:t>4</w:t>
            </w:r>
            <w:r w:rsidRPr="008B60A4">
              <w:t xml:space="preserve"> Determine and implement processes to minimise waste and soil degradation </w:t>
            </w:r>
            <w:r w:rsidR="00C358EB">
              <w:t>according to environmental management policies</w:t>
            </w:r>
          </w:p>
        </w:tc>
      </w:tr>
      <w:tr w:rsidR="008B60A4" w:rsidRPr="00963A46" w14:paraId="1EC8DE7F" w14:textId="77777777" w:rsidTr="00CA2922">
        <w:trPr>
          <w:cantSplit/>
        </w:trPr>
        <w:tc>
          <w:tcPr>
            <w:tcW w:w="1396" w:type="pct"/>
            <w:shd w:val="clear" w:color="auto" w:fill="auto"/>
          </w:tcPr>
          <w:p w14:paraId="628A0070" w14:textId="480E21DB" w:rsidR="008B60A4" w:rsidRPr="008B60A4" w:rsidRDefault="008B60A4" w:rsidP="008B60A4">
            <w:pPr>
              <w:pStyle w:val="SIText"/>
            </w:pPr>
            <w:r w:rsidRPr="008B60A4">
              <w:t>3. Monitor an agricultural crop through to harvest</w:t>
            </w:r>
          </w:p>
        </w:tc>
        <w:tc>
          <w:tcPr>
            <w:tcW w:w="3604" w:type="pct"/>
            <w:shd w:val="clear" w:color="auto" w:fill="auto"/>
          </w:tcPr>
          <w:p w14:paraId="6135B4D6" w14:textId="75367481" w:rsidR="008B60A4" w:rsidRPr="008B60A4" w:rsidRDefault="008B60A4" w:rsidP="008B60A4">
            <w:r w:rsidRPr="008B60A4">
              <w:t>3.1 Determine trends in weed, pest and disease incidence, and implement control measures</w:t>
            </w:r>
          </w:p>
          <w:p w14:paraId="64674D42" w14:textId="5E93F23B" w:rsidR="008B60A4" w:rsidRPr="008B60A4" w:rsidRDefault="008B60A4" w:rsidP="008B60A4">
            <w:r w:rsidRPr="008B60A4">
              <w:t xml:space="preserve">3.2 Monitor soil structure and erosion and </w:t>
            </w:r>
            <w:r w:rsidR="00C358EB">
              <w:t xml:space="preserve">implement </w:t>
            </w:r>
            <w:r w:rsidRPr="008B60A4">
              <w:t xml:space="preserve">changes to </w:t>
            </w:r>
            <w:r w:rsidR="00C358EB">
              <w:t>production</w:t>
            </w:r>
            <w:r w:rsidR="00C358EB" w:rsidRPr="008B60A4">
              <w:t xml:space="preserve"> </w:t>
            </w:r>
            <w:r w:rsidRPr="008B60A4">
              <w:t>practices</w:t>
            </w:r>
            <w:r w:rsidR="00C358EB">
              <w:t xml:space="preserve"> according to production plan</w:t>
            </w:r>
          </w:p>
          <w:p w14:paraId="6A0BBCCF" w14:textId="77777777" w:rsidR="008B60A4" w:rsidRPr="008B60A4" w:rsidRDefault="008B60A4" w:rsidP="008B60A4">
            <w:r w:rsidRPr="008B60A4">
              <w:t>3.3 Check and maintain irrigation and drainage systems</w:t>
            </w:r>
          </w:p>
          <w:p w14:paraId="5F573740" w14:textId="77777777" w:rsidR="008B60A4" w:rsidRPr="008B60A4" w:rsidRDefault="008B60A4" w:rsidP="008B60A4">
            <w:r w:rsidRPr="008B60A4">
              <w:t>3.4 Monitor grazing management to ensure crop production levels</w:t>
            </w:r>
          </w:p>
          <w:p w14:paraId="633FB9D4" w14:textId="2FEF7B3A" w:rsidR="008B60A4" w:rsidRPr="008B60A4" w:rsidRDefault="008B60A4" w:rsidP="008B60A4">
            <w:r w:rsidRPr="008B60A4">
              <w:t>3.5 Monitor crop maturity and undertake harvesting to meet marketing and production targets</w:t>
            </w:r>
          </w:p>
        </w:tc>
      </w:tr>
      <w:tr w:rsidR="008B60A4" w:rsidRPr="00963A46" w14:paraId="56FCAD63" w14:textId="77777777" w:rsidTr="00CA2922">
        <w:trPr>
          <w:cantSplit/>
        </w:trPr>
        <w:tc>
          <w:tcPr>
            <w:tcW w:w="1396" w:type="pct"/>
            <w:shd w:val="clear" w:color="auto" w:fill="auto"/>
          </w:tcPr>
          <w:p w14:paraId="7C3E1199" w14:textId="115725E8" w:rsidR="008B60A4" w:rsidRPr="008B60A4" w:rsidRDefault="008B60A4" w:rsidP="008B60A4">
            <w:pPr>
              <w:pStyle w:val="SIText"/>
            </w:pPr>
            <w:r w:rsidRPr="008B60A4">
              <w:lastRenderedPageBreak/>
              <w:t>4. Implement the harvest strategy</w:t>
            </w:r>
          </w:p>
        </w:tc>
        <w:tc>
          <w:tcPr>
            <w:tcW w:w="3604" w:type="pct"/>
            <w:shd w:val="clear" w:color="auto" w:fill="auto"/>
          </w:tcPr>
          <w:p w14:paraId="5755F3D8" w14:textId="1A56ABE0" w:rsidR="008B60A4" w:rsidRPr="008B60A4" w:rsidRDefault="008B60A4" w:rsidP="008B60A4">
            <w:r w:rsidRPr="008B60A4">
              <w:t xml:space="preserve">4.1 </w:t>
            </w:r>
            <w:r w:rsidR="00C358EB">
              <w:t>A</w:t>
            </w:r>
            <w:r w:rsidR="00C358EB" w:rsidRPr="008B60A4">
              <w:t xml:space="preserve">pply pre-harvest pest control treatments </w:t>
            </w:r>
            <w:r w:rsidR="00C358EB">
              <w:t xml:space="preserve">conditional on </w:t>
            </w:r>
            <w:r w:rsidR="00C358EB" w:rsidRPr="008B60A4">
              <w:t xml:space="preserve">weather </w:t>
            </w:r>
            <w:r w:rsidR="00C358EB">
              <w:t xml:space="preserve">according to </w:t>
            </w:r>
            <w:r w:rsidRPr="008B60A4">
              <w:t>harvesting plan</w:t>
            </w:r>
            <w:r w:rsidR="00C358EB">
              <w:t xml:space="preserve"> and environmental procedures</w:t>
            </w:r>
          </w:p>
          <w:p w14:paraId="0892BF04" w14:textId="0A207FBE" w:rsidR="008B60A4" w:rsidRPr="008B60A4" w:rsidRDefault="008B60A4" w:rsidP="008B60A4">
            <w:r w:rsidRPr="008B60A4">
              <w:t>4.</w:t>
            </w:r>
            <w:r w:rsidR="00C358EB">
              <w:t>2</w:t>
            </w:r>
            <w:r w:rsidRPr="008B60A4">
              <w:t xml:space="preserve"> Ensure required labour and equipment is ready and available at the scheduled place and time</w:t>
            </w:r>
          </w:p>
          <w:p w14:paraId="39200796" w14:textId="5BEFF21B" w:rsidR="00B94788" w:rsidRDefault="00B94788" w:rsidP="008B60A4">
            <w:r w:rsidRPr="008B60A4">
              <w:t>4.</w:t>
            </w:r>
            <w:r>
              <w:t>3</w:t>
            </w:r>
            <w:r w:rsidRPr="00B94788">
              <w:t xml:space="preserve"> Communicate crop harvest procedures and performance expectations to harvesting and transport operators </w:t>
            </w:r>
          </w:p>
          <w:p w14:paraId="00B6B567" w14:textId="6A94B955" w:rsidR="008B60A4" w:rsidRPr="008B60A4" w:rsidRDefault="008B60A4" w:rsidP="008B60A4">
            <w:r w:rsidRPr="008B60A4">
              <w:t>4.</w:t>
            </w:r>
            <w:r w:rsidR="00B94788">
              <w:t>4</w:t>
            </w:r>
            <w:r w:rsidRPr="008B60A4">
              <w:t xml:space="preserve"> </w:t>
            </w:r>
            <w:r w:rsidR="00C358EB">
              <w:t>Implement</w:t>
            </w:r>
            <w:r w:rsidR="00C358EB" w:rsidRPr="008B60A4">
              <w:t xml:space="preserve"> </w:t>
            </w:r>
            <w:r w:rsidR="00C358EB">
              <w:t xml:space="preserve">crop </w:t>
            </w:r>
            <w:r w:rsidRPr="008B60A4">
              <w:t xml:space="preserve">harvest </w:t>
            </w:r>
            <w:r w:rsidR="00C358EB">
              <w:t xml:space="preserve">order and procedures as </w:t>
            </w:r>
            <w:r w:rsidRPr="008B60A4">
              <w:t xml:space="preserve">scheduled </w:t>
            </w:r>
            <w:r w:rsidR="00C358EB">
              <w:t>in harvesting plan</w:t>
            </w:r>
          </w:p>
          <w:p w14:paraId="74360221" w14:textId="34994B2C" w:rsidR="008B60A4" w:rsidRPr="008B60A4" w:rsidRDefault="008B60A4" w:rsidP="00824070">
            <w:r w:rsidRPr="008B60A4">
              <w:t>4.</w:t>
            </w:r>
            <w:r w:rsidR="00B94788">
              <w:t>5</w:t>
            </w:r>
            <w:r w:rsidRPr="008B60A4">
              <w:t xml:space="preserve"> Monitor harvesting operations and </w:t>
            </w:r>
            <w:r w:rsidR="00C358EB">
              <w:t>implement contingencies</w:t>
            </w:r>
            <w:r w:rsidRPr="008B60A4">
              <w:t xml:space="preserve"> for weather, contracting and equipment maintenance</w:t>
            </w:r>
          </w:p>
        </w:tc>
      </w:tr>
      <w:tr w:rsidR="008B60A4" w:rsidRPr="00963A46" w14:paraId="2FE5927F" w14:textId="77777777" w:rsidTr="00CA2922">
        <w:trPr>
          <w:cantSplit/>
        </w:trPr>
        <w:tc>
          <w:tcPr>
            <w:tcW w:w="1396" w:type="pct"/>
            <w:shd w:val="clear" w:color="auto" w:fill="auto"/>
          </w:tcPr>
          <w:p w14:paraId="35610973" w14:textId="609AC805" w:rsidR="008B60A4" w:rsidRPr="008B60A4" w:rsidRDefault="008B60A4" w:rsidP="008B60A4">
            <w:pPr>
              <w:pStyle w:val="SIText"/>
            </w:pPr>
            <w:r w:rsidRPr="008B60A4">
              <w:t>5. Record production</w:t>
            </w:r>
          </w:p>
        </w:tc>
        <w:tc>
          <w:tcPr>
            <w:tcW w:w="3604" w:type="pct"/>
            <w:shd w:val="clear" w:color="auto" w:fill="auto"/>
          </w:tcPr>
          <w:p w14:paraId="66B459CA" w14:textId="4283B767" w:rsidR="008B60A4" w:rsidRPr="008B60A4" w:rsidRDefault="008B60A4" w:rsidP="00D530ED">
            <w:r w:rsidRPr="008B60A4">
              <w:t xml:space="preserve">5.1 Maintain records of </w:t>
            </w:r>
            <w:r w:rsidR="00121B58">
              <w:t xml:space="preserve">crop </w:t>
            </w:r>
            <w:r w:rsidRPr="008B60A4">
              <w:t>production</w:t>
            </w:r>
            <w:r w:rsidR="00121B58">
              <w:t xml:space="preserve"> according to workplace procedures</w:t>
            </w:r>
          </w:p>
        </w:tc>
      </w:tr>
    </w:tbl>
    <w:p w14:paraId="51A6ACE5" w14:textId="77777777" w:rsidR="005F771F" w:rsidRDefault="005F771F" w:rsidP="005F771F">
      <w:pPr>
        <w:pStyle w:val="SIText"/>
      </w:pPr>
    </w:p>
    <w:p w14:paraId="7AD5B3C5" w14:textId="77777777" w:rsidR="00F1480E" w:rsidRPr="00DD0726" w:rsidRDefault="00F1480E" w:rsidP="0082407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507A062A"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B73A3" w:rsidRPr="00824070" w:rsidDel="00423CB2" w14:paraId="03BB9C6A" w14:textId="77777777" w:rsidTr="00CA2922">
        <w:tc>
          <w:tcPr>
            <w:tcW w:w="1396" w:type="pct"/>
          </w:tcPr>
          <w:p w14:paraId="79F97EC7" w14:textId="67804777" w:rsidR="003B73A3" w:rsidRPr="00824070" w:rsidRDefault="00B01C21" w:rsidP="00D530ED">
            <w:pPr>
              <w:pStyle w:val="SIText"/>
            </w:pPr>
            <w:r w:rsidRPr="00D530ED">
              <w:t>Oral Communication</w:t>
            </w:r>
          </w:p>
        </w:tc>
        <w:tc>
          <w:tcPr>
            <w:tcW w:w="3604" w:type="pct"/>
          </w:tcPr>
          <w:p w14:paraId="4DAD12EB" w14:textId="306977C7" w:rsidR="00A607F1" w:rsidRPr="00824070" w:rsidRDefault="00A607F1" w:rsidP="00824070">
            <w:pPr>
              <w:pStyle w:val="SIBulletList1"/>
              <w:rPr>
                <w:rFonts w:eastAsia="Calibri"/>
              </w:rPr>
            </w:pPr>
            <w:r w:rsidRPr="00824070">
              <w:t xml:space="preserve">Use collaborative and inclusive techniques including active listening and questioning and reading of verbal and non-verbal signals to convey and clarify work requirements and performance expectations </w:t>
            </w:r>
          </w:p>
        </w:tc>
      </w:tr>
      <w:tr w:rsidR="003B73A3" w:rsidRPr="00824070" w:rsidDel="00423CB2" w14:paraId="0189094D" w14:textId="77777777" w:rsidTr="00CA2922">
        <w:tc>
          <w:tcPr>
            <w:tcW w:w="1396" w:type="pct"/>
          </w:tcPr>
          <w:p w14:paraId="0FCFA8FA" w14:textId="20ABF99C" w:rsidR="003B73A3" w:rsidRPr="00824070" w:rsidRDefault="00B74A0D" w:rsidP="00D530ED">
            <w:pPr>
              <w:pStyle w:val="SIText"/>
            </w:pPr>
            <w:r w:rsidRPr="00D530ED">
              <w:t>Numeracy</w:t>
            </w:r>
          </w:p>
        </w:tc>
        <w:tc>
          <w:tcPr>
            <w:tcW w:w="3604" w:type="pct"/>
          </w:tcPr>
          <w:p w14:paraId="054C7C9B" w14:textId="77777777" w:rsidR="00A607F1" w:rsidRPr="00824070" w:rsidRDefault="00A607F1" w:rsidP="00824070">
            <w:pPr>
              <w:pStyle w:val="SIBulletList1"/>
            </w:pPr>
            <w:r w:rsidRPr="00824070">
              <w:t xml:space="preserve">Use formula and numerical information to calculate financial data and interpret basic statistical and analytical data </w:t>
            </w:r>
          </w:p>
          <w:p w14:paraId="2C923F09" w14:textId="6254F8E2" w:rsidR="003B73A3" w:rsidRPr="00824070" w:rsidRDefault="00A607F1" w:rsidP="00824070">
            <w:pPr>
              <w:pStyle w:val="SIBulletList1"/>
              <w:rPr>
                <w:rFonts w:eastAsia="Calibri"/>
              </w:rPr>
            </w:pPr>
            <w:r w:rsidRPr="00824070">
              <w:t>Apply basic financial modelling skills to identify, analyse and evaluate budgetary information, time durations and resource allocations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824070" w14:paraId="7EFB7203" w14:textId="77777777" w:rsidTr="00F33FF2">
        <w:tc>
          <w:tcPr>
            <w:tcW w:w="1028" w:type="pct"/>
          </w:tcPr>
          <w:p w14:paraId="41C1C22A" w14:textId="77777777" w:rsidR="00DA54B5" w:rsidRPr="00824070" w:rsidRDefault="003B73A3" w:rsidP="00D530ED">
            <w:pPr>
              <w:pStyle w:val="SIText"/>
            </w:pPr>
            <w:r w:rsidRPr="00D530ED">
              <w:t>AHCBAC408 Manage agricultural crop production</w:t>
            </w:r>
          </w:p>
          <w:p w14:paraId="6B803FA7" w14:textId="3303DD95" w:rsidR="003B73A3" w:rsidRPr="00824070" w:rsidRDefault="003B73A3" w:rsidP="00824070">
            <w:pPr>
              <w:pStyle w:val="SIText"/>
            </w:pPr>
            <w:r w:rsidRPr="00824070">
              <w:t>Release 2</w:t>
            </w:r>
          </w:p>
        </w:tc>
        <w:tc>
          <w:tcPr>
            <w:tcW w:w="1105" w:type="pct"/>
          </w:tcPr>
          <w:p w14:paraId="36587CD0" w14:textId="77777777" w:rsidR="00DA54B5" w:rsidRPr="00824070" w:rsidRDefault="003B73A3" w:rsidP="00824070">
            <w:pPr>
              <w:pStyle w:val="SIText"/>
            </w:pPr>
            <w:r w:rsidRPr="00824070">
              <w:t>AHCBAC408 Manage agricultural crop production</w:t>
            </w:r>
          </w:p>
          <w:p w14:paraId="3216D365" w14:textId="059B5111" w:rsidR="003B73A3" w:rsidRPr="00824070" w:rsidRDefault="003B73A3" w:rsidP="00824070">
            <w:pPr>
              <w:pStyle w:val="SIText"/>
            </w:pPr>
            <w:r w:rsidRPr="00824070">
              <w:t>Release 1</w:t>
            </w:r>
          </w:p>
        </w:tc>
        <w:tc>
          <w:tcPr>
            <w:tcW w:w="1251" w:type="pct"/>
          </w:tcPr>
          <w:p w14:paraId="2FCBBA65" w14:textId="213E2085" w:rsidR="00A607F1" w:rsidRPr="00824070" w:rsidRDefault="00A607F1" w:rsidP="00824070">
            <w:pPr>
              <w:pStyle w:val="SIText"/>
            </w:pPr>
            <w:r w:rsidRPr="00824070">
              <w:t xml:space="preserve">Changes to Application. Changes to sequencing and </w:t>
            </w:r>
            <w:r w:rsidR="00F569FD" w:rsidRPr="00824070">
              <w:t>editing of Performance Criteria</w:t>
            </w:r>
            <w:r w:rsidRPr="00824070">
              <w:t>.</w:t>
            </w:r>
          </w:p>
          <w:p w14:paraId="30B8888F" w14:textId="35BA895D" w:rsidR="00DA54B5" w:rsidRPr="00824070" w:rsidRDefault="00A607F1" w:rsidP="00824070">
            <w:pPr>
              <w:pStyle w:val="SIText"/>
            </w:pPr>
            <w:r w:rsidRPr="00824070">
              <w:t>Added Foundation Skills. Updated Performance Evidence, Knowledge Evidence and Assessment Conditions</w:t>
            </w:r>
          </w:p>
        </w:tc>
        <w:tc>
          <w:tcPr>
            <w:tcW w:w="1616" w:type="pct"/>
          </w:tcPr>
          <w:p w14:paraId="325B98A3" w14:textId="07065334" w:rsidR="00DA54B5" w:rsidRPr="00824070" w:rsidRDefault="00A607F1" w:rsidP="00824070">
            <w:pPr>
              <w:pStyle w:val="SIText"/>
            </w:pPr>
            <w:r w:rsidRPr="00824070">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7577A1F4" w:rsidR="00556C4C" w:rsidRPr="000754EC" w:rsidRDefault="00556C4C" w:rsidP="000754EC">
            <w:pPr>
              <w:pStyle w:val="SIUnittitle"/>
            </w:pPr>
            <w:r w:rsidRPr="00F56827">
              <w:t xml:space="preserve">Assessment requirements for </w:t>
            </w:r>
            <w:r w:rsidR="008B60A4" w:rsidRPr="008B60A4">
              <w:t>AHCBAC408 Manage agricultural crop production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63B13E3C" w:rsidR="00DA54B5" w:rsidRPr="00824070" w:rsidRDefault="00DA54B5">
            <w:pPr>
              <w:pStyle w:val="SIText"/>
              <w:rPr>
                <w:rStyle w:val="SITemporaryText-red"/>
                <w:color w:val="auto"/>
                <w:sz w:val="20"/>
              </w:rPr>
            </w:pPr>
            <w:r w:rsidRPr="003F0E96">
              <w:rPr>
                <w:rStyle w:val="SITemporaryText-red"/>
                <w:color w:val="auto"/>
                <w:sz w:val="20"/>
              </w:rPr>
              <w:t xml:space="preserve">An individual demonstrating competency must satisfy all of the elements and performance criteria in this unit. </w:t>
            </w:r>
          </w:p>
          <w:p w14:paraId="331C12CE" w14:textId="7F02A78E" w:rsidR="008B60A4" w:rsidRPr="008B60A4" w:rsidRDefault="00D25F9A" w:rsidP="008B60A4">
            <w:r>
              <w:t xml:space="preserve">There must be evidence that the individual has </w:t>
            </w:r>
            <w:r w:rsidR="00F569FD">
              <w:t xml:space="preserve">planned, implemented and monitored the production </w:t>
            </w:r>
            <w:commentRangeStart w:id="0"/>
            <w:r w:rsidR="00F569FD" w:rsidRPr="00FB6A70">
              <w:rPr>
                <w:rStyle w:val="SITemporaryText-red"/>
              </w:rPr>
              <w:t>of a</w:t>
            </w:r>
            <w:r w:rsidR="00824070" w:rsidRPr="00FB6A70">
              <w:rPr>
                <w:rStyle w:val="SITemporaryText-red"/>
              </w:rPr>
              <w:t xml:space="preserve">t least one </w:t>
            </w:r>
            <w:r w:rsidR="00F569FD" w:rsidRPr="00FB6A70">
              <w:rPr>
                <w:rStyle w:val="SITemporaryText-red"/>
              </w:rPr>
              <w:t>agricultural</w:t>
            </w:r>
            <w:r w:rsidR="00F569FD">
              <w:t xml:space="preserve"> </w:t>
            </w:r>
            <w:commentRangeEnd w:id="0"/>
            <w:r w:rsidR="00824070">
              <w:commentReference w:id="0"/>
            </w:r>
            <w:r w:rsidR="00F569FD">
              <w:t>crop from planting to harvest and has:</w:t>
            </w:r>
          </w:p>
          <w:p w14:paraId="570A29A6" w14:textId="5421F517" w:rsidR="008B60A4" w:rsidRPr="008B60A4" w:rsidRDefault="008B60A4" w:rsidP="008B60A4">
            <w:pPr>
              <w:pStyle w:val="SIBulletList1"/>
            </w:pPr>
            <w:r w:rsidRPr="008B60A4">
              <w:t>appl</w:t>
            </w:r>
            <w:r w:rsidR="00F569FD">
              <w:t>ied</w:t>
            </w:r>
            <w:r w:rsidRPr="008B60A4">
              <w:t xml:space="preserve"> environmental protection strategies </w:t>
            </w:r>
            <w:r w:rsidR="00F569FD">
              <w:t>for</w:t>
            </w:r>
            <w:r w:rsidR="00F569FD" w:rsidRPr="008B60A4">
              <w:t xml:space="preserve"> </w:t>
            </w:r>
            <w:r w:rsidRPr="008B60A4">
              <w:t>land use</w:t>
            </w:r>
          </w:p>
          <w:p w14:paraId="3BECA3B7" w14:textId="77777777" w:rsidR="008B60A4" w:rsidRPr="008B60A4" w:rsidRDefault="008B60A4" w:rsidP="008B60A4">
            <w:pPr>
              <w:pStyle w:val="SIBulletList1"/>
            </w:pPr>
            <w:r w:rsidRPr="008B60A4">
              <w:t>set objectives and milestones for a cropping program</w:t>
            </w:r>
          </w:p>
          <w:p w14:paraId="0051783B" w14:textId="146A4629" w:rsidR="008B60A4" w:rsidRPr="008B60A4" w:rsidRDefault="008B60A4" w:rsidP="008B60A4">
            <w:pPr>
              <w:pStyle w:val="SIBulletList1"/>
            </w:pPr>
            <w:r w:rsidRPr="008B60A4">
              <w:t>determine</w:t>
            </w:r>
            <w:r w:rsidR="00F569FD">
              <w:t>d</w:t>
            </w:r>
            <w:r w:rsidRPr="008B60A4">
              <w:t xml:space="preserve"> soil quality and land use capability</w:t>
            </w:r>
          </w:p>
          <w:p w14:paraId="507E0D41" w14:textId="35C45EE1" w:rsidR="008B60A4" w:rsidRPr="008B60A4" w:rsidRDefault="008B60A4" w:rsidP="008B60A4">
            <w:pPr>
              <w:pStyle w:val="SIBulletList1"/>
            </w:pPr>
            <w:r w:rsidRPr="008B60A4">
              <w:t>determine</w:t>
            </w:r>
            <w:r w:rsidR="00F569FD">
              <w:t>d</w:t>
            </w:r>
            <w:r w:rsidRPr="008B60A4">
              <w:t xml:space="preserve"> crop nutrient requirements and </w:t>
            </w:r>
            <w:r w:rsidR="00F569FD">
              <w:t xml:space="preserve">developed and implemented a </w:t>
            </w:r>
            <w:r w:rsidRPr="008B60A4">
              <w:t xml:space="preserve">fertiliser </w:t>
            </w:r>
            <w:r w:rsidR="00F569FD">
              <w:t>program</w:t>
            </w:r>
          </w:p>
          <w:p w14:paraId="43FD7ECD" w14:textId="41E1BD6E" w:rsidR="008B60A4" w:rsidRPr="008B60A4" w:rsidRDefault="008B60A4" w:rsidP="00D530ED">
            <w:pPr>
              <w:pStyle w:val="SIBulletList1"/>
            </w:pPr>
            <w:r w:rsidRPr="00824070">
              <w:t>predict</w:t>
            </w:r>
            <w:r w:rsidR="00F569FD">
              <w:t>ed</w:t>
            </w:r>
            <w:r w:rsidRPr="008B60A4">
              <w:t xml:space="preserve"> weed infestation</w:t>
            </w:r>
            <w:r w:rsidR="00F569FD">
              <w:t>s and implemented control strategies</w:t>
            </w:r>
          </w:p>
          <w:p w14:paraId="6EF64EB8" w14:textId="54D25694" w:rsidR="008B60A4" w:rsidRPr="008B60A4" w:rsidRDefault="00F569FD" w:rsidP="008B60A4">
            <w:pPr>
              <w:pStyle w:val="SIBulletList1"/>
            </w:pPr>
            <w:r>
              <w:t xml:space="preserve">monitored and </w:t>
            </w:r>
            <w:r w:rsidR="008B60A4" w:rsidRPr="008B60A4">
              <w:t>manage</w:t>
            </w:r>
            <w:r>
              <w:t>d</w:t>
            </w:r>
            <w:r w:rsidR="008B60A4" w:rsidRPr="008B60A4">
              <w:t xml:space="preserve"> </w:t>
            </w:r>
            <w:r>
              <w:t xml:space="preserve">crop water requirements </w:t>
            </w:r>
            <w:r w:rsidR="008B60A4" w:rsidRPr="008B60A4">
              <w:t>avoid</w:t>
            </w:r>
            <w:r>
              <w:t xml:space="preserve">ing </w:t>
            </w:r>
            <w:r w:rsidR="008B60A4" w:rsidRPr="008B60A4">
              <w:t>soil degradation</w:t>
            </w:r>
          </w:p>
          <w:p w14:paraId="7A36D749" w14:textId="546CD452" w:rsidR="008B60A4" w:rsidRPr="008B60A4" w:rsidRDefault="008B60A4" w:rsidP="008B60A4">
            <w:pPr>
              <w:pStyle w:val="SIBulletList1"/>
            </w:pPr>
            <w:r w:rsidRPr="008B60A4">
              <w:t>demonstrate</w:t>
            </w:r>
            <w:r w:rsidR="00F569FD">
              <w:t>d</w:t>
            </w:r>
            <w:r w:rsidRPr="008B60A4">
              <w:t xml:space="preserve"> use of technology to improve efficiency</w:t>
            </w:r>
          </w:p>
          <w:p w14:paraId="24EE01D5" w14:textId="7B6988ED" w:rsidR="008B60A4" w:rsidRPr="008B60A4" w:rsidRDefault="008B60A4" w:rsidP="008B60A4">
            <w:pPr>
              <w:pStyle w:val="SIBulletList1"/>
            </w:pPr>
            <w:r w:rsidRPr="008B60A4">
              <w:t>prepare</w:t>
            </w:r>
            <w:r w:rsidR="00F569FD">
              <w:t>d</w:t>
            </w:r>
            <w:r w:rsidRPr="008B60A4">
              <w:t xml:space="preserve"> budgets</w:t>
            </w:r>
            <w:r w:rsidR="00F569FD">
              <w:t xml:space="preserve"> for the production cycle</w:t>
            </w:r>
          </w:p>
          <w:p w14:paraId="58CB504D" w14:textId="399673E5" w:rsidR="00F569FD" w:rsidRDefault="008B60A4" w:rsidP="008B60A4">
            <w:pPr>
              <w:pStyle w:val="SIBulletList1"/>
            </w:pPr>
            <w:r w:rsidRPr="008B60A4">
              <w:t>develop</w:t>
            </w:r>
            <w:r w:rsidR="00F569FD">
              <w:t>ed</w:t>
            </w:r>
            <w:r w:rsidRPr="008B60A4">
              <w:t xml:space="preserve"> </w:t>
            </w:r>
            <w:r w:rsidR="00F569FD">
              <w:t>and implemented plans, programs and monitoring</w:t>
            </w:r>
            <w:r w:rsidR="00583FEA">
              <w:t xml:space="preserve"> procedures </w:t>
            </w:r>
            <w:r w:rsidR="00F569FD">
              <w:t>for:</w:t>
            </w:r>
          </w:p>
          <w:p w14:paraId="133AE670" w14:textId="39A75928" w:rsidR="00F569FD" w:rsidRDefault="008B60A4" w:rsidP="00824070">
            <w:pPr>
              <w:pStyle w:val="SIBulletList2"/>
            </w:pPr>
            <w:r w:rsidRPr="008B60A4">
              <w:t>cropping</w:t>
            </w:r>
          </w:p>
          <w:p w14:paraId="032CAB38" w14:textId="12F4D41C" w:rsidR="00F569FD" w:rsidRDefault="00F569FD" w:rsidP="00824070">
            <w:pPr>
              <w:pStyle w:val="SIBulletList2"/>
            </w:pPr>
            <w:r>
              <w:t>crop establishment and maintenance</w:t>
            </w:r>
          </w:p>
          <w:p w14:paraId="59C91B06" w14:textId="767377CA" w:rsidR="008B60A4" w:rsidRPr="008B60A4" w:rsidRDefault="00F569FD" w:rsidP="00824070">
            <w:pPr>
              <w:pStyle w:val="SIBulletList2"/>
            </w:pPr>
            <w:r>
              <w:t>harvesting</w:t>
            </w:r>
          </w:p>
          <w:p w14:paraId="00FD02FF" w14:textId="05D7A743" w:rsidR="008B60A4" w:rsidRPr="008B60A4" w:rsidRDefault="00583FEA" w:rsidP="008B60A4">
            <w:pPr>
              <w:pStyle w:val="SIBulletList1"/>
            </w:pPr>
            <w:r>
              <w:t xml:space="preserve">assessed </w:t>
            </w:r>
            <w:r w:rsidR="008B60A4" w:rsidRPr="008B60A4">
              <w:t>crop yields and evaluate</w:t>
            </w:r>
            <w:r>
              <w:t>d</w:t>
            </w:r>
            <w:r w:rsidR="008B60A4" w:rsidRPr="008B60A4">
              <w:t xml:space="preserve"> production performance</w:t>
            </w:r>
          </w:p>
          <w:p w14:paraId="0568ABD5" w14:textId="39AC597E" w:rsidR="008B60A4" w:rsidRPr="008B60A4" w:rsidRDefault="008B60A4" w:rsidP="008B60A4">
            <w:pPr>
              <w:pStyle w:val="SIBulletList1"/>
            </w:pPr>
            <w:r w:rsidRPr="008B60A4">
              <w:t>implement</w:t>
            </w:r>
            <w:r w:rsidR="00583FEA">
              <w:t xml:space="preserve">ed workplace health, </w:t>
            </w:r>
            <w:r w:rsidRPr="008B60A4">
              <w:t>safety policies in the context of the work team</w:t>
            </w:r>
          </w:p>
          <w:p w14:paraId="3F4E2EAA" w14:textId="0823BFFD" w:rsidR="00556C4C" w:rsidRPr="000754EC" w:rsidRDefault="000E50EE" w:rsidP="00D530ED">
            <w:pPr>
              <w:pStyle w:val="SIBulletList1"/>
            </w:pPr>
            <w:r>
              <w:t xml:space="preserve">monitored and </w:t>
            </w:r>
            <w:r w:rsidR="008B60A4" w:rsidRPr="008B60A4">
              <w:t xml:space="preserve">implement </w:t>
            </w:r>
            <w:r>
              <w:t xml:space="preserve">workplace health, safety and </w:t>
            </w:r>
            <w:r w:rsidR="008B60A4" w:rsidRPr="008B60A4">
              <w:t xml:space="preserve">environmental </w:t>
            </w:r>
            <w:r>
              <w:t>policies and procedures</w:t>
            </w:r>
            <w:r w:rsidR="008B60A4" w:rsidRPr="008B60A4">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C87FD37" w14:textId="69E29C3E" w:rsidR="008B60A4" w:rsidRPr="008B60A4" w:rsidRDefault="00EA7D8C" w:rsidP="008B60A4">
            <w:r>
              <w:t>An individual must be able to demonstrate the knowledge required to perform the tasks outlined in the elements and performance criteria of this unit. This includes knowledge of:</w:t>
            </w:r>
          </w:p>
          <w:p w14:paraId="5BD09377" w14:textId="5C957538" w:rsidR="000E50EE" w:rsidRDefault="000E50EE" w:rsidP="000E50EE">
            <w:pPr>
              <w:pStyle w:val="SIBulletList1"/>
            </w:pPr>
            <w:r>
              <w:t xml:space="preserve">agricultural crops and their cultural </w:t>
            </w:r>
            <w:r w:rsidRPr="008B60A4">
              <w:t>requirements</w:t>
            </w:r>
          </w:p>
          <w:p w14:paraId="7809EDA2" w14:textId="4BE9805C" w:rsidR="008B60A4" w:rsidRDefault="008B60A4" w:rsidP="008B60A4">
            <w:pPr>
              <w:pStyle w:val="SIBulletList1"/>
            </w:pPr>
            <w:r w:rsidRPr="008B60A4">
              <w:t>land and soil conditions</w:t>
            </w:r>
            <w:r w:rsidR="000E50EE">
              <w:t xml:space="preserve"> and assessment, including:</w:t>
            </w:r>
          </w:p>
          <w:p w14:paraId="5CE8F928" w14:textId="77777777" w:rsidR="000E50EE" w:rsidRPr="000E50EE" w:rsidRDefault="000E50EE" w:rsidP="000E50EE">
            <w:pPr>
              <w:pStyle w:val="SIBulletList1"/>
            </w:pPr>
            <w:r w:rsidRPr="000E50EE">
              <w:t>soil nutrient and fertility, including:</w:t>
            </w:r>
          </w:p>
          <w:p w14:paraId="70AB6006" w14:textId="0FF6EA86" w:rsidR="000E50EE" w:rsidRPr="000E50EE" w:rsidRDefault="000E50EE" w:rsidP="00824070">
            <w:pPr>
              <w:pStyle w:val="SIBulletList2"/>
            </w:pPr>
            <w:r w:rsidRPr="000E50EE">
              <w:t xml:space="preserve">interpretation of soil </w:t>
            </w:r>
            <w:r>
              <w:t>conditions and analysis</w:t>
            </w:r>
          </w:p>
          <w:p w14:paraId="798FC6FA" w14:textId="3E5F25CA" w:rsidR="000E50EE" w:rsidRPr="000E50EE" w:rsidRDefault="000E50EE" w:rsidP="00824070">
            <w:pPr>
              <w:pStyle w:val="SIBulletList2"/>
            </w:pPr>
            <w:r>
              <w:t>crop</w:t>
            </w:r>
            <w:r w:rsidRPr="000E50EE">
              <w:t xml:space="preserve"> nutrient requirements</w:t>
            </w:r>
          </w:p>
          <w:p w14:paraId="1BD16E51" w14:textId="21653AA4" w:rsidR="000E50EE" w:rsidRPr="000E50EE" w:rsidRDefault="000E50EE" w:rsidP="00824070">
            <w:pPr>
              <w:pStyle w:val="SIBulletList2"/>
            </w:pPr>
            <w:r w:rsidRPr="000E50EE">
              <w:t>impact of soil biolog</w:t>
            </w:r>
            <w:r>
              <w:t>y on soil condition and nutrient availability</w:t>
            </w:r>
          </w:p>
          <w:p w14:paraId="2FEE6B12" w14:textId="77777777" w:rsidR="008B60A4" w:rsidRPr="008B60A4" w:rsidRDefault="008B60A4" w:rsidP="00824070">
            <w:pPr>
              <w:pStyle w:val="SIBulletList2"/>
            </w:pPr>
            <w:r w:rsidRPr="008B60A4">
              <w:t>effects of soil characteristics on nutrient availability</w:t>
            </w:r>
          </w:p>
          <w:p w14:paraId="675761EA" w14:textId="4D86B36E" w:rsidR="000E50EE" w:rsidRPr="000E50EE" w:rsidRDefault="008B60A4" w:rsidP="000E50EE">
            <w:pPr>
              <w:pStyle w:val="SIBulletList1"/>
            </w:pPr>
            <w:r w:rsidRPr="008B60A4">
              <w:t>role of technology in improving efficiency</w:t>
            </w:r>
            <w:r w:rsidR="000E50EE">
              <w:t xml:space="preserve"> </w:t>
            </w:r>
            <w:r w:rsidR="000E50EE" w:rsidRPr="000E50EE">
              <w:t>including:</w:t>
            </w:r>
          </w:p>
          <w:p w14:paraId="1E5442AC" w14:textId="77777777" w:rsidR="000E50EE" w:rsidRPr="000E50EE" w:rsidRDefault="000E50EE" w:rsidP="00824070">
            <w:pPr>
              <w:pStyle w:val="SIBulletList2"/>
            </w:pPr>
            <w:r w:rsidRPr="000E50EE">
              <w:t>self-drive, global positioning systems (GPS) and Laser technologies</w:t>
            </w:r>
          </w:p>
          <w:p w14:paraId="218E9335" w14:textId="77777777" w:rsidR="000E50EE" w:rsidRPr="000E50EE" w:rsidRDefault="000E50EE" w:rsidP="00824070">
            <w:pPr>
              <w:pStyle w:val="SIBulletList2"/>
            </w:pPr>
            <w:r w:rsidRPr="000E50EE">
              <w:t>controlled traffic farming (CTF) principles and impact</w:t>
            </w:r>
          </w:p>
          <w:p w14:paraId="75B2201B" w14:textId="77777777" w:rsidR="000E50EE" w:rsidRDefault="000E50EE" w:rsidP="00824070">
            <w:pPr>
              <w:pStyle w:val="SIBulletList2"/>
            </w:pPr>
            <w:r w:rsidRPr="000E50EE">
              <w:t>use of remote piloted systems</w:t>
            </w:r>
          </w:p>
          <w:p w14:paraId="151E19B8" w14:textId="3ECD7638" w:rsidR="000E50EE" w:rsidRPr="000E50EE" w:rsidRDefault="000E50EE" w:rsidP="00824070">
            <w:pPr>
              <w:pStyle w:val="SIBulletList2"/>
            </w:pPr>
            <w:r>
              <w:t>remote sensing</w:t>
            </w:r>
          </w:p>
          <w:p w14:paraId="37CEDB89" w14:textId="0A06A46B" w:rsidR="008B60A4" w:rsidRDefault="008B60A4" w:rsidP="008B60A4">
            <w:pPr>
              <w:pStyle w:val="SIBulletList1"/>
            </w:pPr>
            <w:r w:rsidRPr="008B60A4">
              <w:t>budgeting and financial analysis techniques</w:t>
            </w:r>
            <w:r w:rsidR="000E50EE">
              <w:t>, including:</w:t>
            </w:r>
          </w:p>
          <w:p w14:paraId="3A32B164" w14:textId="77777777" w:rsidR="000E50EE" w:rsidRPr="000E50EE" w:rsidRDefault="000E50EE" w:rsidP="00824070">
            <w:pPr>
              <w:pStyle w:val="SIBulletList2"/>
            </w:pPr>
            <w:r w:rsidRPr="000E50EE">
              <w:t>basic financial analysis</w:t>
            </w:r>
          </w:p>
          <w:p w14:paraId="45CC2484" w14:textId="77777777" w:rsidR="000E50EE" w:rsidRPr="000E50EE" w:rsidRDefault="000E50EE" w:rsidP="00824070">
            <w:pPr>
              <w:pStyle w:val="SIBulletList2"/>
            </w:pPr>
            <w:r w:rsidRPr="000E50EE">
              <w:t>estimating costs</w:t>
            </w:r>
          </w:p>
          <w:p w14:paraId="43A1B7F7" w14:textId="77777777" w:rsidR="000E50EE" w:rsidRPr="000E50EE" w:rsidRDefault="000E50EE" w:rsidP="00824070">
            <w:pPr>
              <w:pStyle w:val="SIBulletList2"/>
            </w:pPr>
            <w:r w:rsidRPr="000E50EE">
              <w:t>importance of financial records</w:t>
            </w:r>
          </w:p>
          <w:p w14:paraId="15C8ED77" w14:textId="77777777" w:rsidR="008B60A4" w:rsidRPr="008B60A4" w:rsidRDefault="008B60A4" w:rsidP="008B60A4">
            <w:pPr>
              <w:pStyle w:val="SIBulletList1"/>
            </w:pPr>
            <w:r w:rsidRPr="008B60A4">
              <w:t>environmental protection strategies</w:t>
            </w:r>
          </w:p>
          <w:p w14:paraId="09D7CBD8" w14:textId="6F7EE0A4" w:rsidR="004573C5" w:rsidRDefault="004573C5" w:rsidP="008B60A4">
            <w:pPr>
              <w:pStyle w:val="SIBulletList1"/>
            </w:pPr>
            <w:r>
              <w:t>pest and weed management and control strategies, including:</w:t>
            </w:r>
          </w:p>
          <w:p w14:paraId="5522A621" w14:textId="53D46D48" w:rsidR="008B60A4" w:rsidRDefault="004573C5" w:rsidP="00824070">
            <w:pPr>
              <w:pStyle w:val="SIBulletList2"/>
            </w:pPr>
            <w:r>
              <w:t xml:space="preserve">weeds and </w:t>
            </w:r>
            <w:r w:rsidR="008B60A4" w:rsidRPr="008B60A4">
              <w:t xml:space="preserve">infestation patterns </w:t>
            </w:r>
            <w:r>
              <w:t>and methods of control</w:t>
            </w:r>
          </w:p>
          <w:p w14:paraId="1F241AB0" w14:textId="4720A03D" w:rsidR="004573C5" w:rsidRPr="008B60A4" w:rsidRDefault="004573C5" w:rsidP="00824070">
            <w:pPr>
              <w:pStyle w:val="SIBulletList2"/>
            </w:pPr>
            <w:r>
              <w:t>cultural and mechanical controls</w:t>
            </w:r>
          </w:p>
          <w:p w14:paraId="2D4C2C90" w14:textId="1771586C" w:rsidR="008B60A4" w:rsidRPr="008B60A4" w:rsidRDefault="008B60A4" w:rsidP="00824070">
            <w:pPr>
              <w:pStyle w:val="SIBulletList2"/>
            </w:pPr>
            <w:r w:rsidRPr="008B60A4">
              <w:t xml:space="preserve">integrated </w:t>
            </w:r>
            <w:r w:rsidR="004573C5">
              <w:t xml:space="preserve">pest management </w:t>
            </w:r>
            <w:r w:rsidRPr="008B60A4">
              <w:t>strategies</w:t>
            </w:r>
          </w:p>
          <w:p w14:paraId="5E564B5B" w14:textId="733A693A" w:rsidR="008B60A4" w:rsidRDefault="008B60A4" w:rsidP="008B60A4">
            <w:pPr>
              <w:pStyle w:val="SIBulletList1"/>
            </w:pPr>
            <w:r w:rsidRPr="008B60A4">
              <w:t>work health and safety legislative requirements</w:t>
            </w:r>
            <w:r w:rsidR="000E50EE">
              <w:t>, including:</w:t>
            </w:r>
          </w:p>
          <w:p w14:paraId="3B35AC76" w14:textId="22348096" w:rsidR="000E50EE" w:rsidRPr="000E50EE" w:rsidRDefault="000E50EE" w:rsidP="00824070">
            <w:pPr>
              <w:pStyle w:val="SIBulletList2"/>
            </w:pPr>
            <w:r>
              <w:t>safe handling</w:t>
            </w:r>
          </w:p>
          <w:p w14:paraId="579895EE" w14:textId="77777777" w:rsidR="000E50EE" w:rsidRPr="000E50EE" w:rsidRDefault="000E50EE" w:rsidP="00824070">
            <w:pPr>
              <w:pStyle w:val="SIBulletList2"/>
            </w:pPr>
            <w:r w:rsidRPr="000E50EE">
              <w:t>chemical and hazardous substances</w:t>
            </w:r>
          </w:p>
          <w:p w14:paraId="13BCAC92" w14:textId="77777777" w:rsidR="000E50EE" w:rsidRPr="000E50EE" w:rsidRDefault="000E50EE" w:rsidP="00824070">
            <w:pPr>
              <w:pStyle w:val="SIBulletList2"/>
            </w:pPr>
            <w:r w:rsidRPr="000E50EE">
              <w:t>fire safety</w:t>
            </w:r>
          </w:p>
          <w:p w14:paraId="22E3CA96" w14:textId="4B43277E" w:rsidR="000E50EE" w:rsidRPr="008B60A4" w:rsidRDefault="000E50EE" w:rsidP="00824070">
            <w:pPr>
              <w:pStyle w:val="SIBulletList2"/>
            </w:pPr>
            <w:r w:rsidRPr="000E50EE">
              <w:t>personal protection</w:t>
            </w:r>
          </w:p>
          <w:p w14:paraId="594042BC" w14:textId="7259E4F9" w:rsidR="00F1480E" w:rsidRPr="000754EC" w:rsidRDefault="008B60A4">
            <w:pPr>
              <w:pStyle w:val="SIBulletList1"/>
            </w:pPr>
            <w:r w:rsidRPr="008B60A4">
              <w:t xml:space="preserve">environmental legislation and codes of practice, relating to </w:t>
            </w:r>
            <w:r w:rsidR="00824070">
              <w:t>crop</w:t>
            </w:r>
            <w:r w:rsidR="00824070" w:rsidRPr="008B60A4">
              <w:t xml:space="preserve"> </w:t>
            </w:r>
            <w:r w:rsidRPr="008B60A4">
              <w:t>production.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824070" w:rsidRDefault="00DA54B5" w:rsidP="00824070">
            <w:pPr>
              <w:pStyle w:val="SIText"/>
            </w:pPr>
            <w:r w:rsidRPr="00824070">
              <w:t xml:space="preserve">Assessment of the skills in this unit of competency must take place under the following conditions: </w:t>
            </w:r>
          </w:p>
          <w:p w14:paraId="08C189CD" w14:textId="77777777" w:rsidR="00D530ED" w:rsidRPr="00824070" w:rsidRDefault="00D530ED" w:rsidP="00824070">
            <w:pPr>
              <w:pStyle w:val="SIBulletList1"/>
            </w:pPr>
            <w:r w:rsidRPr="00824070">
              <w:t>physical conditions:</w:t>
            </w:r>
          </w:p>
          <w:p w14:paraId="03D045B5" w14:textId="717627F8" w:rsidR="00D530ED" w:rsidRPr="00824070" w:rsidRDefault="00D530ED" w:rsidP="00824070">
            <w:pPr>
              <w:pStyle w:val="SIBulletList2"/>
            </w:pPr>
            <w:r w:rsidRPr="00824070">
              <w:t xml:space="preserve">skills must be demonstrated on farm with property suitable for </w:t>
            </w:r>
            <w:r>
              <w:t>agricultural crop production</w:t>
            </w:r>
            <w:r w:rsidRPr="00824070">
              <w:t xml:space="preserve"> or an environment that accurately represents workplace conditions</w:t>
            </w:r>
          </w:p>
          <w:p w14:paraId="680EE820" w14:textId="77777777" w:rsidR="00D530ED" w:rsidRPr="00824070" w:rsidRDefault="00D530ED" w:rsidP="00824070">
            <w:pPr>
              <w:pStyle w:val="SIBulletList1"/>
            </w:pPr>
            <w:r w:rsidRPr="00824070">
              <w:t>resources, equipment and materials:</w:t>
            </w:r>
          </w:p>
          <w:p w14:paraId="1EEBF662" w14:textId="56D56519" w:rsidR="00D530ED" w:rsidRPr="00824070" w:rsidRDefault="00D530ED" w:rsidP="00824070">
            <w:pPr>
              <w:pStyle w:val="SIBulletList2"/>
            </w:pPr>
            <w:r>
              <w:t>agricultural crop</w:t>
            </w:r>
          </w:p>
          <w:p w14:paraId="5D57D083" w14:textId="77777777" w:rsidR="00D530ED" w:rsidRPr="00824070" w:rsidRDefault="00D530ED" w:rsidP="00824070">
            <w:pPr>
              <w:pStyle w:val="SIBulletList2"/>
            </w:pPr>
            <w:r w:rsidRPr="00824070">
              <w:t>use of tools, equipment and machinery</w:t>
            </w:r>
          </w:p>
          <w:p w14:paraId="0CE7134D" w14:textId="77777777" w:rsidR="00D530ED" w:rsidRPr="00824070" w:rsidRDefault="00D530ED" w:rsidP="00824070">
            <w:pPr>
              <w:pStyle w:val="SIBulletList2"/>
            </w:pPr>
            <w:r w:rsidRPr="00824070">
              <w:t>use of personal protective equipment</w:t>
            </w:r>
          </w:p>
          <w:p w14:paraId="17DC1F0E" w14:textId="7D48F8DB" w:rsidR="00D530ED" w:rsidRPr="00824070" w:rsidRDefault="00D530ED" w:rsidP="00824070">
            <w:pPr>
              <w:pStyle w:val="SIBulletList2"/>
            </w:pPr>
            <w:r w:rsidRPr="00824070">
              <w:t xml:space="preserve">use of chemicals and consumables for fertilising and treating </w:t>
            </w:r>
            <w:r>
              <w:t>crops</w:t>
            </w:r>
          </w:p>
          <w:p w14:paraId="72A02AC2" w14:textId="77777777" w:rsidR="00D530ED" w:rsidRPr="00824070" w:rsidRDefault="00D530ED" w:rsidP="00824070">
            <w:pPr>
              <w:pStyle w:val="SIBulletList1"/>
            </w:pPr>
            <w:r w:rsidRPr="00824070">
              <w:t>specifications:</w:t>
            </w:r>
          </w:p>
          <w:p w14:paraId="05954A0B" w14:textId="77777777" w:rsidR="00D530ED" w:rsidRPr="00824070" w:rsidRDefault="00D530ED" w:rsidP="00824070">
            <w:pPr>
              <w:pStyle w:val="SIBulletList2"/>
            </w:pPr>
            <w:r w:rsidRPr="00824070">
              <w:t>use of workplace policies, procedures and processes</w:t>
            </w:r>
          </w:p>
          <w:p w14:paraId="4B463B52" w14:textId="77777777" w:rsidR="00D530ED" w:rsidRPr="00824070" w:rsidRDefault="00D530ED" w:rsidP="00824070">
            <w:pPr>
              <w:pStyle w:val="SIBulletList2"/>
            </w:pPr>
            <w:r w:rsidRPr="00824070">
              <w:t>use of manufacturer’s operating instructions for tools, equipment and machinery</w:t>
            </w:r>
          </w:p>
          <w:p w14:paraId="605EA2E3" w14:textId="77777777" w:rsidR="00D530ED" w:rsidRPr="00824070" w:rsidRDefault="00D530ED" w:rsidP="00824070">
            <w:pPr>
              <w:pStyle w:val="SIBulletList2"/>
            </w:pPr>
            <w:r w:rsidRPr="00824070">
              <w:t>access to safety data sheets</w:t>
            </w:r>
          </w:p>
          <w:p w14:paraId="299BC019" w14:textId="77777777" w:rsidR="00D530ED" w:rsidRPr="00824070" w:rsidRDefault="00D530ED" w:rsidP="00824070">
            <w:pPr>
              <w:pStyle w:val="SIBulletList2"/>
            </w:pPr>
            <w:r w:rsidRPr="00824070">
              <w:t>use of workplace production plans, specifications and financial budgets</w:t>
            </w:r>
          </w:p>
          <w:p w14:paraId="57254C8F" w14:textId="0DD5C88D" w:rsidR="00D530ED" w:rsidRPr="00824070" w:rsidRDefault="00D530ED" w:rsidP="00824070">
            <w:pPr>
              <w:pStyle w:val="SIBulletList2"/>
            </w:pPr>
            <w:r w:rsidRPr="00824070">
              <w:t xml:space="preserve">access to legislation and codes of practice relevant to </w:t>
            </w:r>
            <w:r>
              <w:t>agricultural crop</w:t>
            </w:r>
            <w:r w:rsidRPr="00824070">
              <w:t xml:space="preserve"> production.</w:t>
            </w:r>
          </w:p>
          <w:p w14:paraId="65A97BA5" w14:textId="77777777" w:rsidR="00D530ED" w:rsidRPr="00D530ED" w:rsidRDefault="00D530ED" w:rsidP="00D530ED">
            <w:pPr>
              <w:pStyle w:val="SIBulletList1"/>
            </w:pPr>
            <w:r w:rsidRPr="00824070">
              <w:t xml:space="preserve"> </w:t>
            </w:r>
            <w:r w:rsidRPr="00D530ED">
              <w:t>relationships:</w:t>
            </w:r>
          </w:p>
          <w:p w14:paraId="31F94AB9" w14:textId="5D7B8DC8" w:rsidR="00D530ED" w:rsidRPr="00D530ED" w:rsidRDefault="00D530ED" w:rsidP="00824070">
            <w:pPr>
              <w:pStyle w:val="SIBulletList2"/>
            </w:pPr>
            <w:r w:rsidRPr="00D530ED">
              <w:t>work team and</w:t>
            </w:r>
            <w:r>
              <w:t>/or</w:t>
            </w:r>
            <w:r w:rsidRPr="00D530ED">
              <w:t xml:space="preserve"> contractors</w:t>
            </w:r>
          </w:p>
          <w:p w14:paraId="43B4769F" w14:textId="77777777" w:rsidR="00D530ED" w:rsidRPr="00D530ED" w:rsidRDefault="00D530ED" w:rsidP="00D530ED">
            <w:pPr>
              <w:pStyle w:val="SIBulletList1"/>
            </w:pPr>
            <w:r w:rsidRPr="00D530ED">
              <w:t>timelines:</w:t>
            </w:r>
          </w:p>
          <w:p w14:paraId="4CF6DCBF" w14:textId="223E1DC9" w:rsidR="00D530ED" w:rsidRPr="00824070" w:rsidRDefault="00D530ED" w:rsidP="00824070">
            <w:pPr>
              <w:pStyle w:val="SIBulletList2"/>
            </w:pPr>
            <w:r w:rsidRPr="00D530ED">
              <w:t>specified in schedules.</w:t>
            </w:r>
          </w:p>
          <w:p w14:paraId="3DE0592A" w14:textId="77777777" w:rsidR="00DA54B5" w:rsidRPr="00824070" w:rsidRDefault="00DA54B5" w:rsidP="00824070">
            <w:pPr>
              <w:pStyle w:val="SIText"/>
            </w:pPr>
          </w:p>
          <w:p w14:paraId="408F0CDB" w14:textId="7DB21811" w:rsidR="00DA54B5" w:rsidRPr="00824070" w:rsidRDefault="00DA54B5" w:rsidP="00824070">
            <w:pPr>
              <w:pStyle w:val="SIText"/>
              <w:rPr>
                <w:rFonts w:eastAsia="Calibri"/>
              </w:rPr>
            </w:pPr>
            <w:r w:rsidRPr="00824070">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2F004A"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6T16:14:00Z" w:initials="RB">
    <w:p w14:paraId="6596DA4D" w14:textId="77777777" w:rsidR="00824070" w:rsidRDefault="00824070">
      <w:r>
        <w:annotationRef/>
      </w:r>
      <w:r>
        <w:t>Is this sufficient for competency assessment.</w:t>
      </w:r>
    </w:p>
    <w:p w14:paraId="52279C8C" w14:textId="6BD3D3FC" w:rsidR="00824070" w:rsidRDefault="00824070">
      <w:r>
        <w:t>S</w:t>
      </w:r>
      <w:r w:rsidR="00FB6A70">
        <w:t>takeholder</w:t>
      </w:r>
      <w:r>
        <w:t xml:space="preserve"> advice</w:t>
      </w:r>
      <w:r w:rsidR="00FB6A70">
        <w:t xml:space="preserve"> sought</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279C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279C8C" w16cid:durableId="23B2E9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2C6D5" w14:textId="77777777" w:rsidR="002F004A" w:rsidRDefault="002F004A" w:rsidP="00BF3F0A">
      <w:r>
        <w:separator/>
      </w:r>
    </w:p>
    <w:p w14:paraId="7B428163" w14:textId="77777777" w:rsidR="002F004A" w:rsidRDefault="002F004A"/>
  </w:endnote>
  <w:endnote w:type="continuationSeparator" w:id="0">
    <w:p w14:paraId="35628AA1" w14:textId="77777777" w:rsidR="002F004A" w:rsidRDefault="002F004A" w:rsidP="00BF3F0A">
      <w:r>
        <w:continuationSeparator/>
      </w:r>
    </w:p>
    <w:p w14:paraId="206D04BA" w14:textId="77777777" w:rsidR="002F004A" w:rsidRDefault="002F0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76221">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54B62" w14:textId="77777777" w:rsidR="002F004A" w:rsidRDefault="002F004A" w:rsidP="00BF3F0A">
      <w:r>
        <w:separator/>
      </w:r>
    </w:p>
    <w:p w14:paraId="2A89CF7B" w14:textId="77777777" w:rsidR="002F004A" w:rsidRDefault="002F004A"/>
  </w:footnote>
  <w:footnote w:type="continuationSeparator" w:id="0">
    <w:p w14:paraId="2BF8BA99" w14:textId="77777777" w:rsidR="002F004A" w:rsidRDefault="002F004A" w:rsidP="00BF3F0A">
      <w:r>
        <w:continuationSeparator/>
      </w:r>
    </w:p>
    <w:p w14:paraId="001B5694" w14:textId="77777777" w:rsidR="002F004A" w:rsidRDefault="002F00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00665AFB" w:rsidR="009C2650" w:rsidRPr="008B60A4" w:rsidRDefault="008B60A4" w:rsidP="008B60A4">
    <w:r w:rsidRPr="008B60A4">
      <w:rPr>
        <w:lang w:eastAsia="en-US"/>
      </w:rPr>
      <w:t>AHCBAC408 Manage agricultural crop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F43A9"/>
    <w:multiLevelType w:val="multilevel"/>
    <w:tmpl w:val="F9E21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8A571E"/>
    <w:multiLevelType w:val="multilevel"/>
    <w:tmpl w:val="ABF08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7C5F2E"/>
    <w:multiLevelType w:val="multilevel"/>
    <w:tmpl w:val="7E8C3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742A27"/>
    <w:multiLevelType w:val="multilevel"/>
    <w:tmpl w:val="AF1A09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0"/>
  </w:num>
  <w:num w:numId="3">
    <w:abstractNumId w:val="6"/>
  </w:num>
  <w:num w:numId="4">
    <w:abstractNumId w:val="29"/>
  </w:num>
  <w:num w:numId="5">
    <w:abstractNumId w:val="3"/>
  </w:num>
  <w:num w:numId="6">
    <w:abstractNumId w:val="13"/>
  </w:num>
  <w:num w:numId="7">
    <w:abstractNumId w:val="4"/>
  </w:num>
  <w:num w:numId="8">
    <w:abstractNumId w:val="0"/>
  </w:num>
  <w:num w:numId="9">
    <w:abstractNumId w:val="28"/>
  </w:num>
  <w:num w:numId="10">
    <w:abstractNumId w:val="17"/>
  </w:num>
  <w:num w:numId="11">
    <w:abstractNumId w:val="27"/>
  </w:num>
  <w:num w:numId="12">
    <w:abstractNumId w:val="22"/>
  </w:num>
  <w:num w:numId="13">
    <w:abstractNumId w:val="31"/>
  </w:num>
  <w:num w:numId="14">
    <w:abstractNumId w:val="7"/>
  </w:num>
  <w:num w:numId="15">
    <w:abstractNumId w:val="8"/>
  </w:num>
  <w:num w:numId="16">
    <w:abstractNumId w:val="32"/>
  </w:num>
  <w:num w:numId="17">
    <w:abstractNumId w:val="18"/>
  </w:num>
  <w:num w:numId="18">
    <w:abstractNumId w:val="2"/>
  </w:num>
  <w:num w:numId="19">
    <w:abstractNumId w:val="23"/>
  </w:num>
  <w:num w:numId="20">
    <w:abstractNumId w:val="33"/>
  </w:num>
  <w:num w:numId="21">
    <w:abstractNumId w:val="5"/>
  </w:num>
  <w:num w:numId="22">
    <w:abstractNumId w:val="16"/>
  </w:num>
  <w:num w:numId="23">
    <w:abstractNumId w:val="26"/>
  </w:num>
  <w:num w:numId="24">
    <w:abstractNumId w:val="21"/>
  </w:num>
  <w:num w:numId="25">
    <w:abstractNumId w:val="11"/>
  </w:num>
  <w:num w:numId="26">
    <w:abstractNumId w:val="30"/>
  </w:num>
  <w:num w:numId="27">
    <w:abstractNumId w:val="9"/>
  </w:num>
  <w:num w:numId="28">
    <w:abstractNumId w:val="24"/>
  </w:num>
  <w:num w:numId="29">
    <w:abstractNumId w:val="12"/>
  </w:num>
  <w:num w:numId="30">
    <w:abstractNumId w:val="20"/>
  </w:num>
  <w:num w:numId="31">
    <w:abstractNumId w:val="19"/>
  </w:num>
  <w:num w:numId="32">
    <w:abstractNumId w:val="25"/>
  </w:num>
  <w:num w:numId="33">
    <w:abstractNumId w:val="1"/>
  </w:num>
  <w:num w:numId="3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41E59"/>
    <w:rsid w:val="00064BFE"/>
    <w:rsid w:val="00070B3E"/>
    <w:rsid w:val="00071F95"/>
    <w:rsid w:val="000737BB"/>
    <w:rsid w:val="000748F0"/>
    <w:rsid w:val="00074E47"/>
    <w:rsid w:val="000754EC"/>
    <w:rsid w:val="0009093B"/>
    <w:rsid w:val="000A5441"/>
    <w:rsid w:val="000B2022"/>
    <w:rsid w:val="000C149A"/>
    <w:rsid w:val="000C224E"/>
    <w:rsid w:val="000E0660"/>
    <w:rsid w:val="000E25E6"/>
    <w:rsid w:val="000E2C86"/>
    <w:rsid w:val="000E50EE"/>
    <w:rsid w:val="000F29F2"/>
    <w:rsid w:val="00101659"/>
    <w:rsid w:val="00105AEA"/>
    <w:rsid w:val="001078BF"/>
    <w:rsid w:val="00121B58"/>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9A7"/>
    <w:rsid w:val="0021210E"/>
    <w:rsid w:val="0021414D"/>
    <w:rsid w:val="00222970"/>
    <w:rsid w:val="00223124"/>
    <w:rsid w:val="0022447A"/>
    <w:rsid w:val="00233143"/>
    <w:rsid w:val="00234444"/>
    <w:rsid w:val="00242293"/>
    <w:rsid w:val="00244EA7"/>
    <w:rsid w:val="00262FC3"/>
    <w:rsid w:val="0026394F"/>
    <w:rsid w:val="00267AF6"/>
    <w:rsid w:val="00276DB8"/>
    <w:rsid w:val="00282664"/>
    <w:rsid w:val="00285EC8"/>
    <w:rsid w:val="00285FB8"/>
    <w:rsid w:val="002970C3"/>
    <w:rsid w:val="002A4CD3"/>
    <w:rsid w:val="002A6CC4"/>
    <w:rsid w:val="002C55E9"/>
    <w:rsid w:val="002D0C8B"/>
    <w:rsid w:val="002D330A"/>
    <w:rsid w:val="002E170C"/>
    <w:rsid w:val="002E193E"/>
    <w:rsid w:val="002F004A"/>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B73A3"/>
    <w:rsid w:val="003C0C42"/>
    <w:rsid w:val="003C13AE"/>
    <w:rsid w:val="003C7152"/>
    <w:rsid w:val="003D2E73"/>
    <w:rsid w:val="003E72B6"/>
    <w:rsid w:val="003E7BBE"/>
    <w:rsid w:val="003F0E96"/>
    <w:rsid w:val="004127E3"/>
    <w:rsid w:val="0043212E"/>
    <w:rsid w:val="00434366"/>
    <w:rsid w:val="00434ECE"/>
    <w:rsid w:val="00444423"/>
    <w:rsid w:val="00452F3E"/>
    <w:rsid w:val="004573C5"/>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4D0B"/>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76221"/>
    <w:rsid w:val="00583902"/>
    <w:rsid w:val="00583FEA"/>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121D4"/>
    <w:rsid w:val="00613035"/>
    <w:rsid w:val="00613B49"/>
    <w:rsid w:val="00616845"/>
    <w:rsid w:val="00620E8E"/>
    <w:rsid w:val="00633CFE"/>
    <w:rsid w:val="00634FCA"/>
    <w:rsid w:val="00643D1B"/>
    <w:rsid w:val="006452B8"/>
    <w:rsid w:val="00652E62"/>
    <w:rsid w:val="00672F89"/>
    <w:rsid w:val="00682D0D"/>
    <w:rsid w:val="00686A49"/>
    <w:rsid w:val="00687B62"/>
    <w:rsid w:val="00690C44"/>
    <w:rsid w:val="006969D9"/>
    <w:rsid w:val="006A26DA"/>
    <w:rsid w:val="006A2B68"/>
    <w:rsid w:val="006C1F1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4070"/>
    <w:rsid w:val="00830267"/>
    <w:rsid w:val="008306E7"/>
    <w:rsid w:val="008322BE"/>
    <w:rsid w:val="00834BC8"/>
    <w:rsid w:val="00837FD6"/>
    <w:rsid w:val="00841ECE"/>
    <w:rsid w:val="00847B60"/>
    <w:rsid w:val="00850243"/>
    <w:rsid w:val="00851BE5"/>
    <w:rsid w:val="008545EB"/>
    <w:rsid w:val="00865011"/>
    <w:rsid w:val="00886790"/>
    <w:rsid w:val="008908DE"/>
    <w:rsid w:val="008A12ED"/>
    <w:rsid w:val="008A39D3"/>
    <w:rsid w:val="008B2C77"/>
    <w:rsid w:val="008B4AD2"/>
    <w:rsid w:val="008B60A4"/>
    <w:rsid w:val="008B7138"/>
    <w:rsid w:val="008C3B76"/>
    <w:rsid w:val="008D7E43"/>
    <w:rsid w:val="008E260C"/>
    <w:rsid w:val="008E39BE"/>
    <w:rsid w:val="008E62EC"/>
    <w:rsid w:val="008F32F6"/>
    <w:rsid w:val="00904167"/>
    <w:rsid w:val="00904CE4"/>
    <w:rsid w:val="00916CD7"/>
    <w:rsid w:val="00920927"/>
    <w:rsid w:val="00921B38"/>
    <w:rsid w:val="00923720"/>
    <w:rsid w:val="009278C9"/>
    <w:rsid w:val="00932CD7"/>
    <w:rsid w:val="00944C09"/>
    <w:rsid w:val="00945124"/>
    <w:rsid w:val="009527CB"/>
    <w:rsid w:val="00953835"/>
    <w:rsid w:val="00960F6C"/>
    <w:rsid w:val="00970747"/>
    <w:rsid w:val="00981203"/>
    <w:rsid w:val="00992ACD"/>
    <w:rsid w:val="00997BFC"/>
    <w:rsid w:val="009A5900"/>
    <w:rsid w:val="009A6E6C"/>
    <w:rsid w:val="009A6F3F"/>
    <w:rsid w:val="009A71BE"/>
    <w:rsid w:val="009B331A"/>
    <w:rsid w:val="009C2650"/>
    <w:rsid w:val="009D15E2"/>
    <w:rsid w:val="009D15FE"/>
    <w:rsid w:val="009D5D2C"/>
    <w:rsid w:val="009E16F7"/>
    <w:rsid w:val="009F0DCC"/>
    <w:rsid w:val="009F11CA"/>
    <w:rsid w:val="00A0695B"/>
    <w:rsid w:val="00A13052"/>
    <w:rsid w:val="00A174F4"/>
    <w:rsid w:val="00A216A8"/>
    <w:rsid w:val="00A223A6"/>
    <w:rsid w:val="00A32D57"/>
    <w:rsid w:val="00A3420C"/>
    <w:rsid w:val="00A3639E"/>
    <w:rsid w:val="00A5092E"/>
    <w:rsid w:val="00A554D6"/>
    <w:rsid w:val="00A56E14"/>
    <w:rsid w:val="00A607F1"/>
    <w:rsid w:val="00A6476B"/>
    <w:rsid w:val="00A76C6C"/>
    <w:rsid w:val="00A813E2"/>
    <w:rsid w:val="00A87356"/>
    <w:rsid w:val="00A92DD1"/>
    <w:rsid w:val="00AA5338"/>
    <w:rsid w:val="00AB1B8E"/>
    <w:rsid w:val="00AB3EC1"/>
    <w:rsid w:val="00AB46DE"/>
    <w:rsid w:val="00AB51ED"/>
    <w:rsid w:val="00AC0696"/>
    <w:rsid w:val="00AC4C98"/>
    <w:rsid w:val="00AC5F6B"/>
    <w:rsid w:val="00AC6808"/>
    <w:rsid w:val="00AD3896"/>
    <w:rsid w:val="00AD5B47"/>
    <w:rsid w:val="00AE1ED9"/>
    <w:rsid w:val="00AE32CB"/>
    <w:rsid w:val="00AF3957"/>
    <w:rsid w:val="00B01C21"/>
    <w:rsid w:val="00B0712C"/>
    <w:rsid w:val="00B07688"/>
    <w:rsid w:val="00B12013"/>
    <w:rsid w:val="00B22C67"/>
    <w:rsid w:val="00B3508F"/>
    <w:rsid w:val="00B443EE"/>
    <w:rsid w:val="00B560C8"/>
    <w:rsid w:val="00B61150"/>
    <w:rsid w:val="00B61EDA"/>
    <w:rsid w:val="00B65BC7"/>
    <w:rsid w:val="00B746B9"/>
    <w:rsid w:val="00B74A0D"/>
    <w:rsid w:val="00B848D4"/>
    <w:rsid w:val="00B865B7"/>
    <w:rsid w:val="00B94788"/>
    <w:rsid w:val="00BA1CB1"/>
    <w:rsid w:val="00BA4178"/>
    <w:rsid w:val="00BA482D"/>
    <w:rsid w:val="00BB1755"/>
    <w:rsid w:val="00BB23F4"/>
    <w:rsid w:val="00BC5075"/>
    <w:rsid w:val="00BC5419"/>
    <w:rsid w:val="00BC6A0D"/>
    <w:rsid w:val="00BD3B0F"/>
    <w:rsid w:val="00BE5889"/>
    <w:rsid w:val="00BF1D4C"/>
    <w:rsid w:val="00BF3F0A"/>
    <w:rsid w:val="00BF6248"/>
    <w:rsid w:val="00C143C3"/>
    <w:rsid w:val="00C1739B"/>
    <w:rsid w:val="00C21ADE"/>
    <w:rsid w:val="00C26067"/>
    <w:rsid w:val="00C3087C"/>
    <w:rsid w:val="00C30A29"/>
    <w:rsid w:val="00C317DC"/>
    <w:rsid w:val="00C358EB"/>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D5A2E"/>
    <w:rsid w:val="00CE7D19"/>
    <w:rsid w:val="00CF0CF5"/>
    <w:rsid w:val="00CF2B3E"/>
    <w:rsid w:val="00CF413F"/>
    <w:rsid w:val="00CF7C5B"/>
    <w:rsid w:val="00D0201F"/>
    <w:rsid w:val="00D03685"/>
    <w:rsid w:val="00D0551A"/>
    <w:rsid w:val="00D07D4E"/>
    <w:rsid w:val="00D115AA"/>
    <w:rsid w:val="00D145BE"/>
    <w:rsid w:val="00D2035A"/>
    <w:rsid w:val="00D20C57"/>
    <w:rsid w:val="00D25D16"/>
    <w:rsid w:val="00D25F9A"/>
    <w:rsid w:val="00D32124"/>
    <w:rsid w:val="00D530ED"/>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A7D8C"/>
    <w:rsid w:val="00EB0AA4"/>
    <w:rsid w:val="00EB2A8D"/>
    <w:rsid w:val="00EB5C88"/>
    <w:rsid w:val="00EC0469"/>
    <w:rsid w:val="00EC0C3E"/>
    <w:rsid w:val="00EF01F8"/>
    <w:rsid w:val="00EF3268"/>
    <w:rsid w:val="00EF40EF"/>
    <w:rsid w:val="00EF47FE"/>
    <w:rsid w:val="00F069BD"/>
    <w:rsid w:val="00F1480E"/>
    <w:rsid w:val="00F1497D"/>
    <w:rsid w:val="00F16AAC"/>
    <w:rsid w:val="00F22CB1"/>
    <w:rsid w:val="00F30C7D"/>
    <w:rsid w:val="00F31019"/>
    <w:rsid w:val="00F33FF2"/>
    <w:rsid w:val="00F438FC"/>
    <w:rsid w:val="00F5616F"/>
    <w:rsid w:val="00F56451"/>
    <w:rsid w:val="00F56827"/>
    <w:rsid w:val="00F569FD"/>
    <w:rsid w:val="00F62866"/>
    <w:rsid w:val="00F65EF0"/>
    <w:rsid w:val="00F71651"/>
    <w:rsid w:val="00F76191"/>
    <w:rsid w:val="00F76CC6"/>
    <w:rsid w:val="00F8149F"/>
    <w:rsid w:val="00F83D7C"/>
    <w:rsid w:val="00FA1EC5"/>
    <w:rsid w:val="00FB232E"/>
    <w:rsid w:val="00FB6A7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5310">
      <w:bodyDiv w:val="1"/>
      <w:marLeft w:val="0"/>
      <w:marRight w:val="0"/>
      <w:marTop w:val="0"/>
      <w:marBottom w:val="0"/>
      <w:divBdr>
        <w:top w:val="none" w:sz="0" w:space="0" w:color="auto"/>
        <w:left w:val="none" w:sz="0" w:space="0" w:color="auto"/>
        <w:bottom w:val="none" w:sz="0" w:space="0" w:color="auto"/>
        <w:right w:val="none" w:sz="0" w:space="0" w:color="auto"/>
      </w:divBdr>
    </w:div>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255600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46580100">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8999077">
      <w:bodyDiv w:val="1"/>
      <w:marLeft w:val="0"/>
      <w:marRight w:val="0"/>
      <w:marTop w:val="0"/>
      <w:marBottom w:val="0"/>
      <w:divBdr>
        <w:top w:val="none" w:sz="0" w:space="0" w:color="auto"/>
        <w:left w:val="none" w:sz="0" w:space="0" w:color="auto"/>
        <w:bottom w:val="none" w:sz="0" w:space="0" w:color="auto"/>
        <w:right w:val="none" w:sz="0" w:space="0" w:color="auto"/>
      </w:divBdr>
    </w:div>
    <w:div w:id="951284027">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58959038">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23A72A3-D466-4CF5-AC58-1108794CA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BAC10F6-6D71-4AB8-89F6-EA4A7FB1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286</TotalTime>
  <Pages>4</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47</cp:revision>
  <cp:lastPrinted>2016-05-27T05:21:00Z</cp:lastPrinted>
  <dcterms:created xsi:type="dcterms:W3CDTF">2020-08-25T06:08:00Z</dcterms:created>
  <dcterms:modified xsi:type="dcterms:W3CDTF">2021-01-20T06:41:00Z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